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CF6" w:rsidRPr="00684EE0" w:rsidRDefault="00DC3CF6" w:rsidP="00684EE0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84EE0">
        <w:rPr>
          <w:rFonts w:ascii="Arial" w:hAnsi="Arial" w:cs="Arial"/>
          <w:b/>
          <w:sz w:val="22"/>
          <w:szCs w:val="22"/>
        </w:rPr>
        <w:t>PROCEDURA APERTA PER L’ACQUISIZIONE DEL SERVIZIO DI PULIZIA E IGIENE AMBIENTALE PER LE AZIENDE USL DI BOLOGNA E FERRARA</w:t>
      </w:r>
    </w:p>
    <w:p w:rsidR="00DC3CF6" w:rsidRPr="00684EE0" w:rsidRDefault="00DC3CF6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</w:p>
    <w:p w:rsidR="00DC3CF6" w:rsidRPr="00684EE0" w:rsidRDefault="00DC3CF6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All’attenzione dell’Azienda Usl di ____________________</w:t>
      </w:r>
    </w:p>
    <w:p w:rsidR="00DC3CF6" w:rsidRPr="00684EE0" w:rsidRDefault="00DC3CF6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Fax: ____________________</w:t>
      </w:r>
    </w:p>
    <w:p w:rsidR="00DC3CF6" w:rsidRPr="00684EE0" w:rsidRDefault="00DC3CF6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Pec: ____________________</w:t>
      </w:r>
    </w:p>
    <w:p w:rsidR="00DC3CF6" w:rsidRPr="00684EE0" w:rsidRDefault="00DC3CF6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e p.c.</w:t>
      </w:r>
    </w:p>
    <w:p w:rsidR="00DC3CF6" w:rsidRPr="00684EE0" w:rsidRDefault="00DC3CF6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 xml:space="preserve">dell’Agenzia Intercent-ER </w:t>
      </w:r>
    </w:p>
    <w:p w:rsidR="00DC3CF6" w:rsidRPr="00684EE0" w:rsidRDefault="00DC3CF6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Viale dei Mille 21 – 40121 Bologna</w:t>
      </w:r>
    </w:p>
    <w:p w:rsidR="00DC3CF6" w:rsidRPr="00684EE0" w:rsidRDefault="00DC3CF6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Fax: 051 527.3084</w:t>
      </w:r>
    </w:p>
    <w:p w:rsidR="00DC3CF6" w:rsidRPr="00684EE0" w:rsidRDefault="00DC3CF6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Pec: intercenter@postacert.regione.emilia-romagna.it</w:t>
      </w:r>
    </w:p>
    <w:p w:rsidR="00DC3CF6" w:rsidRPr="00684EE0" w:rsidRDefault="00DC3CF6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DC3CF6" w:rsidRPr="00684EE0" w:rsidRDefault="00DC3CF6" w:rsidP="00684EE0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MODULO RICHIESTA PLANIMETRIE</w:t>
      </w:r>
    </w:p>
    <w:p w:rsidR="00DC3CF6" w:rsidRPr="00684EE0" w:rsidRDefault="00DC3CF6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DC3CF6" w:rsidRPr="00684EE0" w:rsidRDefault="00DC3CF6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Il sottoscritto ___________________________________________________________________</w:t>
      </w:r>
    </w:p>
    <w:p w:rsidR="00DC3CF6" w:rsidRPr="00684EE0" w:rsidRDefault="00DC3CF6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Nato (luogo e data di nascita): _____________________________________________________</w:t>
      </w:r>
    </w:p>
    <w:p w:rsidR="00DC3CF6" w:rsidRPr="00684EE0" w:rsidRDefault="00DC3CF6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Residente in: Via/P.zza ___________________________________________________________</w:t>
      </w:r>
    </w:p>
    <w:p w:rsidR="00DC3CF6" w:rsidRPr="00684EE0" w:rsidRDefault="00DC3CF6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 xml:space="preserve">Comune_____________________________________________Prov.___________ </w:t>
      </w:r>
    </w:p>
    <w:p w:rsidR="00DC3CF6" w:rsidRPr="00684EE0" w:rsidRDefault="00DC3CF6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Tel n. __________________________ Cellulare n. __________________________</w:t>
      </w:r>
    </w:p>
    <w:p w:rsidR="00DC3CF6" w:rsidRPr="00684EE0" w:rsidRDefault="00DC3CF6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Email. __________________________ Fax n. __________________________</w:t>
      </w:r>
    </w:p>
    <w:p w:rsidR="00DC3CF6" w:rsidRPr="00684EE0" w:rsidRDefault="00DC3CF6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 xml:space="preserve">(per eventuali comunicazioni in merito all’effettuazione del sopralluogo) </w:t>
      </w:r>
    </w:p>
    <w:p w:rsidR="00DC3CF6" w:rsidRPr="00684EE0" w:rsidRDefault="00DC3CF6" w:rsidP="00684EE0">
      <w:pPr>
        <w:spacing w:before="120"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684EE0">
        <w:rPr>
          <w:rFonts w:ascii="Arial" w:hAnsi="Arial" w:cs="Arial"/>
          <w:i/>
          <w:sz w:val="22"/>
          <w:szCs w:val="22"/>
        </w:rPr>
        <w:t>(fare una croce sulla casella che interessa):</w:t>
      </w:r>
    </w:p>
    <w:p w:rsidR="00DC3CF6" w:rsidRPr="00684EE0" w:rsidRDefault="00DC3CF6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sym w:font="Wingdings" w:char="F071"/>
      </w:r>
      <w:r w:rsidRPr="00684EE0">
        <w:rPr>
          <w:rFonts w:ascii="Arial" w:eastAsia="MS ????" w:hAnsi="Arial" w:cs="Arial"/>
          <w:color w:val="000000"/>
          <w:sz w:val="22"/>
          <w:szCs w:val="22"/>
        </w:rPr>
        <w:t xml:space="preserve"> </w:t>
      </w:r>
      <w:r w:rsidRPr="00684EE0">
        <w:rPr>
          <w:rFonts w:ascii="Arial" w:hAnsi="Arial" w:cs="Arial"/>
          <w:sz w:val="22"/>
          <w:szCs w:val="22"/>
        </w:rPr>
        <w:t xml:space="preserve">in qualità di legale rappresentante della impresa in questione </w:t>
      </w:r>
    </w:p>
    <w:p w:rsidR="00DC3CF6" w:rsidRPr="00684EE0" w:rsidRDefault="00DC3CF6" w:rsidP="00684EE0">
      <w:pPr>
        <w:spacing w:before="120"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684EE0">
        <w:rPr>
          <w:rFonts w:ascii="Arial" w:hAnsi="Arial" w:cs="Arial"/>
          <w:i/>
          <w:sz w:val="22"/>
          <w:szCs w:val="22"/>
        </w:rPr>
        <w:t>o in alternativa</w:t>
      </w:r>
    </w:p>
    <w:p w:rsidR="00DC3CF6" w:rsidRPr="00684EE0" w:rsidRDefault="00DC3CF6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sym w:font="Wingdings" w:char="F071"/>
      </w:r>
      <w:r w:rsidRPr="00684EE0">
        <w:rPr>
          <w:rFonts w:ascii="Arial" w:hAnsi="Arial" w:cs="Arial"/>
          <w:sz w:val="22"/>
          <w:szCs w:val="22"/>
        </w:rPr>
        <w:t xml:space="preserve"> in qualità di Direttore Tecnico della Ditta in questione</w:t>
      </w:r>
    </w:p>
    <w:p w:rsidR="00DC3CF6" w:rsidRPr="00684EE0" w:rsidRDefault="00DC3CF6" w:rsidP="00684EE0">
      <w:pPr>
        <w:spacing w:before="120"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684EE0">
        <w:rPr>
          <w:rFonts w:ascii="Arial" w:hAnsi="Arial" w:cs="Arial"/>
          <w:i/>
          <w:sz w:val="22"/>
          <w:szCs w:val="22"/>
        </w:rPr>
        <w:t>o in alternativa</w:t>
      </w:r>
    </w:p>
    <w:p w:rsidR="00DC3CF6" w:rsidRPr="00684EE0" w:rsidRDefault="00DC3CF6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sym w:font="Wingdings" w:char="F071"/>
      </w:r>
      <w:r w:rsidRPr="00684EE0">
        <w:rPr>
          <w:rFonts w:ascii="Arial" w:eastAsia="MS ????" w:hAnsi="Arial" w:cs="Arial"/>
          <w:color w:val="000000"/>
          <w:sz w:val="22"/>
          <w:szCs w:val="22"/>
        </w:rPr>
        <w:t xml:space="preserve"> </w:t>
      </w:r>
      <w:r w:rsidRPr="00684EE0">
        <w:rPr>
          <w:rFonts w:ascii="Arial" w:hAnsi="Arial" w:cs="Arial"/>
          <w:sz w:val="22"/>
          <w:szCs w:val="22"/>
        </w:rPr>
        <w:t xml:space="preserve">in qualità di dipendente/collaboratore incaricato dell’impresa </w:t>
      </w:r>
    </w:p>
    <w:p w:rsidR="00DC3CF6" w:rsidRPr="00684EE0" w:rsidRDefault="00DC3CF6" w:rsidP="00684EE0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dell’Impresa</w:t>
      </w:r>
      <w:r>
        <w:rPr>
          <w:rFonts w:ascii="Arial" w:hAnsi="Arial" w:cs="Arial"/>
          <w:sz w:val="22"/>
          <w:szCs w:val="22"/>
        </w:rPr>
        <w:t xml:space="preserve"> </w:t>
      </w:r>
      <w:r w:rsidRPr="00684EE0">
        <w:rPr>
          <w:rFonts w:ascii="Arial" w:hAnsi="Arial" w:cs="Arial"/>
          <w:sz w:val="22"/>
          <w:szCs w:val="22"/>
        </w:rPr>
        <w:t>__________</w:t>
      </w:r>
      <w:r>
        <w:rPr>
          <w:rFonts w:ascii="Arial" w:hAnsi="Arial" w:cs="Arial"/>
          <w:sz w:val="22"/>
          <w:szCs w:val="22"/>
        </w:rPr>
        <w:t>_________ con sede in</w:t>
      </w:r>
      <w:r w:rsidRPr="00684EE0">
        <w:rPr>
          <w:rFonts w:ascii="Arial" w:hAnsi="Arial" w:cs="Arial"/>
          <w:sz w:val="22"/>
          <w:szCs w:val="22"/>
        </w:rPr>
        <w:t>_________________</w:t>
      </w:r>
      <w:r>
        <w:rPr>
          <w:rFonts w:ascii="Arial" w:hAnsi="Arial" w:cs="Arial"/>
          <w:sz w:val="22"/>
          <w:szCs w:val="22"/>
        </w:rPr>
        <w:t>_____________________</w:t>
      </w:r>
      <w:r w:rsidRPr="00684EE0">
        <w:rPr>
          <w:rFonts w:ascii="Arial" w:hAnsi="Arial" w:cs="Arial"/>
          <w:sz w:val="22"/>
          <w:szCs w:val="22"/>
        </w:rPr>
        <w:t>_, Via</w:t>
      </w:r>
      <w:r>
        <w:rPr>
          <w:rFonts w:ascii="Arial" w:hAnsi="Arial" w:cs="Arial"/>
          <w:sz w:val="22"/>
          <w:szCs w:val="22"/>
        </w:rPr>
        <w:t xml:space="preserve"> ______________</w:t>
      </w:r>
      <w:r w:rsidRPr="00684EE0">
        <w:rPr>
          <w:rFonts w:ascii="Arial" w:hAnsi="Arial" w:cs="Arial"/>
          <w:sz w:val="22"/>
          <w:szCs w:val="22"/>
        </w:rPr>
        <w:t xml:space="preserve">______, iscritta al Registro delle Imprese di _______________________ al n. _________, codice fiscale n. __________________, partita IVA n. ___________________, </w:t>
      </w:r>
      <w:r w:rsidRPr="00684EE0">
        <w:rPr>
          <w:rFonts w:ascii="Arial" w:hAnsi="Arial" w:cs="Arial"/>
          <w:i/>
          <w:sz w:val="22"/>
          <w:szCs w:val="22"/>
        </w:rPr>
        <w:t>in caso di R.T.I. o Consorzi non ancora costituiti</w:t>
      </w:r>
      <w:r w:rsidRPr="00684EE0">
        <w:rPr>
          <w:rFonts w:ascii="Arial" w:hAnsi="Arial" w:cs="Arial"/>
          <w:sz w:val="22"/>
          <w:szCs w:val="22"/>
        </w:rPr>
        <w:t xml:space="preserve"> in promessa di R.T.I., Consorzio o o Rete di Imprese  </w:t>
      </w:r>
      <w:r w:rsidRPr="00684EE0">
        <w:rPr>
          <w:rFonts w:ascii="Arial" w:hAnsi="Arial" w:cs="Arial"/>
          <w:i/>
          <w:sz w:val="22"/>
          <w:szCs w:val="22"/>
        </w:rPr>
        <w:t>[indicare forma giuridica del gruppo]</w:t>
      </w:r>
      <w:r w:rsidRPr="00684EE0">
        <w:rPr>
          <w:rFonts w:ascii="Arial" w:hAnsi="Arial" w:cs="Arial"/>
          <w:sz w:val="22"/>
          <w:szCs w:val="22"/>
        </w:rPr>
        <w:t xml:space="preserve"> con le Imprese ________________________________________________________________________, all’interno del quale la ____________________ verrà nominata Impresa capogruppo)</w:t>
      </w:r>
    </w:p>
    <w:p w:rsidR="00DC3CF6" w:rsidRPr="00684EE0" w:rsidRDefault="00DC3CF6" w:rsidP="00684EE0">
      <w:pPr>
        <w:spacing w:before="120" w:after="120" w:line="360" w:lineRule="auto"/>
        <w:jc w:val="center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CHIEDE</w:t>
      </w:r>
    </w:p>
    <w:p w:rsidR="00DC3CF6" w:rsidRDefault="00DC3CF6" w:rsidP="0067377F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 xml:space="preserve">appuntamento per </w:t>
      </w:r>
      <w:r>
        <w:rPr>
          <w:rFonts w:ascii="Arial" w:hAnsi="Arial" w:cs="Arial"/>
          <w:sz w:val="22"/>
          <w:szCs w:val="22"/>
        </w:rPr>
        <w:t>acquisire copia delle planimetrie delle Aziende Sanitarie oggetto di gara.</w:t>
      </w:r>
    </w:p>
    <w:p w:rsidR="00DC3CF6" w:rsidRDefault="00DC3CF6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DC3CF6" w:rsidRPr="00684EE0" w:rsidRDefault="00DC3CF6" w:rsidP="0067377F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A tal proposito resta in attesa che venga confermata l</w:t>
      </w:r>
      <w:r>
        <w:rPr>
          <w:rFonts w:ascii="Arial" w:hAnsi="Arial" w:cs="Arial"/>
          <w:sz w:val="22"/>
          <w:szCs w:val="22"/>
        </w:rPr>
        <w:t>a data e l’orario.</w:t>
      </w:r>
      <w:bookmarkStart w:id="0" w:name="_GoBack"/>
      <w:bookmarkEnd w:id="0"/>
    </w:p>
    <w:p w:rsidR="00DC3CF6" w:rsidRDefault="00DC3CF6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DC3CF6" w:rsidRPr="00684EE0" w:rsidRDefault="00DC3CF6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Si autorizza sin d’ora al trattamento dei dati personali nei termini indicati nella documentazione di gara.</w:t>
      </w:r>
    </w:p>
    <w:tbl>
      <w:tblPr>
        <w:tblW w:w="0" w:type="auto"/>
        <w:jc w:val="center"/>
        <w:tblLook w:val="00A0"/>
      </w:tblPr>
      <w:tblGrid>
        <w:gridCol w:w="4886"/>
        <w:gridCol w:w="4886"/>
      </w:tblGrid>
      <w:tr w:rsidR="00DC3CF6" w:rsidRPr="00E60CFC" w:rsidTr="00E60CFC">
        <w:trPr>
          <w:jc w:val="center"/>
        </w:trPr>
        <w:tc>
          <w:tcPr>
            <w:tcW w:w="4886" w:type="dxa"/>
          </w:tcPr>
          <w:p w:rsidR="00DC3CF6" w:rsidRPr="00E60CFC" w:rsidRDefault="00DC3CF6" w:rsidP="00E60CFC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6" w:type="dxa"/>
          </w:tcPr>
          <w:p w:rsidR="00DC3CF6" w:rsidRPr="00E60CFC" w:rsidRDefault="00DC3CF6" w:rsidP="00E60CFC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CFC">
              <w:rPr>
                <w:rFonts w:ascii="Arial" w:hAnsi="Arial" w:cs="Arial"/>
                <w:sz w:val="22"/>
                <w:szCs w:val="22"/>
              </w:rPr>
              <w:t>Firma</w:t>
            </w:r>
          </w:p>
        </w:tc>
      </w:tr>
      <w:tr w:rsidR="00DC3CF6" w:rsidRPr="00E60CFC" w:rsidTr="00E60CFC">
        <w:trPr>
          <w:jc w:val="center"/>
        </w:trPr>
        <w:tc>
          <w:tcPr>
            <w:tcW w:w="4886" w:type="dxa"/>
          </w:tcPr>
          <w:p w:rsidR="00DC3CF6" w:rsidRPr="00E60CFC" w:rsidRDefault="00DC3CF6" w:rsidP="00E60CFC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0CFC">
              <w:rPr>
                <w:rFonts w:ascii="Arial" w:hAnsi="Arial" w:cs="Arial"/>
                <w:sz w:val="22"/>
                <w:szCs w:val="22"/>
              </w:rPr>
              <w:t xml:space="preserve">Data ____________________ </w:t>
            </w:r>
          </w:p>
        </w:tc>
        <w:tc>
          <w:tcPr>
            <w:tcW w:w="4886" w:type="dxa"/>
          </w:tcPr>
          <w:p w:rsidR="00DC3CF6" w:rsidRPr="00E60CFC" w:rsidRDefault="00DC3CF6" w:rsidP="00E60CFC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0CFC">
              <w:rPr>
                <w:rFonts w:ascii="Arial" w:hAnsi="Arial" w:cs="Arial"/>
                <w:sz w:val="22"/>
                <w:szCs w:val="22"/>
              </w:rPr>
              <w:t>____________________</w:t>
            </w:r>
          </w:p>
        </w:tc>
      </w:tr>
    </w:tbl>
    <w:p w:rsidR="00DC3CF6" w:rsidRPr="00684EE0" w:rsidRDefault="00DC3CF6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DC3CF6" w:rsidRPr="000E2C24" w:rsidRDefault="00DC3CF6" w:rsidP="000E2C24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0E2C24">
        <w:rPr>
          <w:rFonts w:ascii="Arial" w:hAnsi="Arial" w:cs="Arial"/>
          <w:sz w:val="22"/>
          <w:szCs w:val="22"/>
        </w:rPr>
        <w:t>Allegati: copia documento di identità del sottoscrittore, ai sensi dell’art. 38 del D.P.R. 445/2000.</w:t>
      </w:r>
    </w:p>
    <w:p w:rsidR="00DC3CF6" w:rsidRPr="00684EE0" w:rsidRDefault="00DC3CF6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sectPr w:rsidR="00DC3CF6" w:rsidRPr="00684EE0" w:rsidSect="00757D6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316AA"/>
    <w:multiLevelType w:val="hybridMultilevel"/>
    <w:tmpl w:val="4FEC8460"/>
    <w:lvl w:ilvl="0" w:tplc="314801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283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1BDE"/>
    <w:rsid w:val="000E2C24"/>
    <w:rsid w:val="00192055"/>
    <w:rsid w:val="005E4689"/>
    <w:rsid w:val="005F24F4"/>
    <w:rsid w:val="005F4807"/>
    <w:rsid w:val="0067377F"/>
    <w:rsid w:val="00684EE0"/>
    <w:rsid w:val="006A71A9"/>
    <w:rsid w:val="00732421"/>
    <w:rsid w:val="00757D6A"/>
    <w:rsid w:val="008B47A2"/>
    <w:rsid w:val="0099175A"/>
    <w:rsid w:val="00A41357"/>
    <w:rsid w:val="00A55629"/>
    <w:rsid w:val="00A71BDE"/>
    <w:rsid w:val="00DC3CF6"/>
    <w:rsid w:val="00E12A42"/>
    <w:rsid w:val="00E60CFC"/>
    <w:rsid w:val="00FC5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62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71B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1BD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A71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3ED114B13A194CA9648BDD94E1CB8C" ma:contentTypeVersion="0" ma:contentTypeDescription="Creare un nuovo documento." ma:contentTypeScope="" ma:versionID="1c7e6694402dfe043f0ca3b87a6ea9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FCE093-258B-48E4-AE71-7048D65A8AFB}"/>
</file>

<file path=customXml/itemProps2.xml><?xml version="1.0" encoding="utf-8"?>
<ds:datastoreItem xmlns:ds="http://schemas.openxmlformats.org/officeDocument/2006/customXml" ds:itemID="{E2E618C5-3BFF-4619-A72F-F595F39C25A2}"/>
</file>

<file path=customXml/itemProps3.xml><?xml version="1.0" encoding="utf-8"?>
<ds:datastoreItem xmlns:ds="http://schemas.openxmlformats.org/officeDocument/2006/customXml" ds:itemID="{C4CF7FD1-4E8A-44DC-A02C-4781CAFC31E2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332</Words>
  <Characters>1898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APERTA PER L’ACQUISIZIONE DEL SERVIZIO DI PULIZIA E IGIENE AMBIENTALE PER LE AZIENDE USL DI BOLOGNA E FERRARA</dc:title>
  <dc:subject/>
  <dc:creator>PIETRO LEONE</dc:creator>
  <cp:keywords/>
  <dc:description/>
  <cp:lastModifiedBy>grandini_m</cp:lastModifiedBy>
  <cp:revision>2</cp:revision>
  <dcterms:created xsi:type="dcterms:W3CDTF">2015-01-28T13:09:00Z</dcterms:created>
  <dcterms:modified xsi:type="dcterms:W3CDTF">2015-01-28T13:09:00Z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0x0101003C3ED114B13A194CA9648BDD94E1CB8C</vt:lpwstr>
  </property>
</Properties>
</file>